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53"/>
        <w:gridCol w:w="5509"/>
      </w:tblGrid>
      <w:tr w:rsidR="001E57F1" w:rsidRPr="001E57F1" w14:paraId="5F74A683" w14:textId="77777777" w:rsidTr="001E57F1">
        <w:trPr>
          <w:trHeight w:val="567"/>
          <w:jc w:val="center"/>
        </w:trPr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2D16D1A0" w14:textId="50C363B1" w:rsidR="001E57F1" w:rsidRPr="001E57F1" w:rsidRDefault="00DF4D21" w:rsidP="008476C2">
            <w:pPr>
              <w:jc w:val="center"/>
              <w:rPr>
                <w:rFonts w:ascii="Bernard MT Condensed" w:hAnsi="Bernard MT Condensed"/>
                <w:sz w:val="24"/>
                <w:lang w:val="en-US"/>
              </w:rPr>
            </w:pPr>
            <w:r w:rsidRPr="008476C2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E94F21A" wp14:editId="1634551E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321945</wp:posOffset>
                      </wp:positionV>
                      <wp:extent cx="5725795" cy="266700"/>
                      <wp:effectExtent l="0" t="0" r="0" b="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2579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4016EE" w14:textId="6BBC7137" w:rsidR="008476C2" w:rsidRPr="008476C2" w:rsidRDefault="00DF4D21" w:rsidP="008476C2">
                                  <w:pPr>
                                    <w:jc w:val="center"/>
                                    <w:rPr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8476C2"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>Name:</w:t>
                                  </w:r>
                                  <w:r w:rsidRPr="008476C2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  <w:shd w:val="clear" w:color="auto" w:fill="FFFFFF" w:themeFill="background1"/>
                                      </w:rPr>
                                      <w:id w:val="-169865653"/>
                                      <w:placeholder>
                                        <w:docPart w:val="1CCDE5BDCF6B40858D518B6518B4630E"/>
                                      </w:placeholder>
                                      <w:text/>
                                    </w:sdtPr>
                                    <w:sdtContent>
                                      <w:r w:rsidRPr="008476C2">
                                        <w:rPr>
                                          <w:sz w:val="28"/>
                                          <w:szCs w:val="28"/>
                                          <w:shd w:val="clear" w:color="auto" w:fill="FFFFFF" w:themeFill="background1"/>
                                        </w:rPr>
                                        <w:t>{Type Your Name Here}</w:t>
                                      </w:r>
                                    </w:sdtContent>
                                  </w:sdt>
                                  <w:r w:rsidRPr="008476C2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8476C2"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>Class/Subject:</w:t>
                                  </w:r>
                                  <w:r w:rsidRPr="008476C2">
                                    <w:rPr>
                                      <w:color w:val="FF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  <w:shd w:val="clear" w:color="auto" w:fill="FFFFFF" w:themeFill="background1"/>
                                      </w:rPr>
                                      <w:id w:val="-1411229907"/>
                                      <w:placeholder>
                                        <w:docPart w:val="1CCDE5BDCF6B40858D518B6518B4630E"/>
                                      </w:placeholder>
                                      <w:text/>
                                    </w:sdtPr>
                                    <w:sdtContent>
                                      <w:r w:rsidRPr="008476C2">
                                        <w:rPr>
                                          <w:sz w:val="28"/>
                                          <w:szCs w:val="28"/>
                                          <w:shd w:val="clear" w:color="auto" w:fill="FFFFFF" w:themeFill="background1"/>
                                        </w:rPr>
                                        <w:t>{Type Class &amp; Subject Here}</w:t>
                                      </w:r>
                                    </w:sdtContent>
                                  </w:sdt>
                                </w:p>
                                <w:p w14:paraId="466B5CB4" w14:textId="697E52EC" w:rsidR="00DF4D21" w:rsidRPr="008476C2" w:rsidRDefault="00DF4D21" w:rsidP="008476C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476C2"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>Date:</w:t>
                                  </w:r>
                                  <w:r w:rsidRPr="008476C2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  <w:shd w:val="clear" w:color="auto" w:fill="FFFFFF" w:themeFill="background1"/>
                                      </w:rPr>
                                      <w:id w:val="-463271414"/>
                                      <w:placeholder>
                                        <w:docPart w:val="1CCDE5BDCF6B40858D518B6518B4630E"/>
                                      </w:placeholder>
                                      <w:text/>
                                    </w:sdtPr>
                                    <w:sdtContent>
                                      <w:r w:rsidRPr="008476C2">
                                        <w:rPr>
                                          <w:sz w:val="28"/>
                                          <w:szCs w:val="28"/>
                                          <w:shd w:val="clear" w:color="auto" w:fill="FFFFFF" w:themeFill="background1"/>
                                        </w:rPr>
                                        <w:t>{Type Date}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94F2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2pt;margin-top:25.35pt;width:450.8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ioWtA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" filled="f" stroked="f">
                      <v:textbox style="mso-fit-shape-to-text:t">
                        <w:txbxContent>
                          <w:p w14:paraId="2E4016EE" w14:textId="6BBC7137" w:rsidR="008476C2" w:rsidRPr="008476C2" w:rsidRDefault="00DF4D21" w:rsidP="008476C2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476C2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Name:</w:t>
                            </w:r>
                            <w:r w:rsidRPr="008476C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28"/>
                                  <w:szCs w:val="28"/>
                                  <w:shd w:val="clear" w:color="auto" w:fill="FFFFFF" w:themeFill="background1"/>
                                </w:rPr>
                                <w:id w:val="-169865653"/>
                                <w:placeholder>
                                  <w:docPart w:val="1CCDE5BDCF6B40858D518B6518B4630E"/>
                                </w:placeholder>
                                <w:text/>
                              </w:sdtPr>
                              <w:sdtContent>
                                <w:r w:rsidRPr="008476C2">
                                  <w:rPr>
                                    <w:sz w:val="28"/>
                                    <w:szCs w:val="28"/>
                                    <w:shd w:val="clear" w:color="auto" w:fill="FFFFFF" w:themeFill="background1"/>
                                  </w:rPr>
                                  <w:t>{Type Your Name Here}</w:t>
                                </w:r>
                              </w:sdtContent>
                            </w:sdt>
                            <w:r w:rsidRPr="008476C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476C2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Class/Subject:</w:t>
                            </w:r>
                            <w:r w:rsidRPr="008476C2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28"/>
                                  <w:szCs w:val="28"/>
                                  <w:shd w:val="clear" w:color="auto" w:fill="FFFFFF" w:themeFill="background1"/>
                                </w:rPr>
                                <w:id w:val="-1411229907"/>
                                <w:placeholder>
                                  <w:docPart w:val="1CCDE5BDCF6B40858D518B6518B4630E"/>
                                </w:placeholder>
                                <w:text/>
                              </w:sdtPr>
                              <w:sdtContent>
                                <w:r w:rsidRPr="008476C2">
                                  <w:rPr>
                                    <w:sz w:val="28"/>
                                    <w:szCs w:val="28"/>
                                    <w:shd w:val="clear" w:color="auto" w:fill="FFFFFF" w:themeFill="background1"/>
                                  </w:rPr>
                                  <w:t>{Type Class &amp; Subject Here}</w:t>
                                </w:r>
                              </w:sdtContent>
                            </w:sdt>
                          </w:p>
                          <w:p w14:paraId="466B5CB4" w14:textId="697E52EC" w:rsidR="00DF4D21" w:rsidRPr="008476C2" w:rsidRDefault="00DF4D21" w:rsidP="008476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476C2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Date:</w:t>
                            </w:r>
                            <w:r w:rsidRPr="008476C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28"/>
                                  <w:szCs w:val="28"/>
                                  <w:shd w:val="clear" w:color="auto" w:fill="FFFFFF" w:themeFill="background1"/>
                                </w:rPr>
                                <w:id w:val="-463271414"/>
                                <w:placeholder>
                                  <w:docPart w:val="1CCDE5BDCF6B40858D518B6518B4630E"/>
                                </w:placeholder>
                                <w:text/>
                              </w:sdtPr>
                              <w:sdtContent>
                                <w:r w:rsidRPr="008476C2">
                                  <w:rPr>
                                    <w:sz w:val="28"/>
                                    <w:szCs w:val="28"/>
                                    <w:shd w:val="clear" w:color="auto" w:fill="FFFFFF" w:themeFill="background1"/>
                                  </w:rPr>
                                  <w:t>{Type Date}</w:t>
                                </w:r>
                              </w:sdtContent>
                            </w:sdt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476C2" w:rsidRPr="008476C2">
              <w:rPr>
                <w:rFonts w:ascii="Bernard MT Condensed" w:hAnsi="Bernard MT Condensed"/>
                <w:sz w:val="36"/>
                <w:szCs w:val="32"/>
                <w:lang w:val="en-US"/>
              </w:rPr>
              <w:t>Cornel Notes Template</w:t>
            </w:r>
          </w:p>
        </w:tc>
      </w:tr>
      <w:tr w:rsidR="001E57F1" w:rsidRPr="001E57F1" w14:paraId="37276667" w14:textId="77777777" w:rsidTr="005F5924">
        <w:trPr>
          <w:trHeight w:val="510"/>
          <w:jc w:val="center"/>
        </w:trPr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924E30F" w14:textId="77777777" w:rsidR="001E57F1" w:rsidRPr="00142B2A" w:rsidRDefault="001E57F1" w:rsidP="00142B2A">
            <w:pPr>
              <w:rPr>
                <w:rFonts w:ascii="Bernard MT Condensed" w:hAnsi="Bernard MT Condensed"/>
                <w:color w:val="FFFFFF" w:themeColor="background1"/>
                <w:sz w:val="24"/>
                <w:lang w:val="en-US"/>
              </w:rPr>
            </w:pPr>
            <w:r w:rsidRPr="00142B2A">
              <w:rPr>
                <w:rFonts w:ascii="Bernard MT Condensed" w:hAnsi="Bernard MT Condensed"/>
                <w:color w:val="FFFFFF" w:themeColor="background1"/>
                <w:sz w:val="28"/>
                <w:lang w:val="en-US"/>
              </w:rPr>
              <w:t>Topic:</w:t>
            </w:r>
            <w:r w:rsidR="00142B2A" w:rsidRPr="00142B2A">
              <w:rPr>
                <w:rStyle w:val="Style1"/>
                <w:color w:val="FFFFFF" w:themeColor="background1"/>
              </w:rPr>
              <w:t xml:space="preserve"> </w:t>
            </w:r>
            <w:sdt>
              <w:sdtPr>
                <w:rPr>
                  <w:rStyle w:val="Style2"/>
                </w:rPr>
                <w:id w:val="249007407"/>
                <w:placeholder>
                  <w:docPart w:val="740A11234D3E4D29B09CDAFBE0B53D72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color w:val="auto"/>
                  <w:sz w:val="32"/>
                  <w:lang w:val="en-US"/>
                </w:rPr>
              </w:sdtEndPr>
              <w:sdtContent>
                <w:r w:rsidR="00142B2A" w:rsidRPr="00142B2A">
                  <w:rPr>
                    <w:rFonts w:ascii="Times New Roman" w:hAnsi="Times New Roman" w:cs="Times New Roman"/>
                    <w:color w:val="FFFFFF" w:themeColor="background1"/>
                    <w:lang w:val="en-US"/>
                  </w:rPr>
                  <w:t>[</w:t>
                </w:r>
                <w:r w:rsidR="00142B2A" w:rsidRPr="00142B2A">
                  <w:rPr>
                    <w:rFonts w:ascii="Times New Roman" w:hAnsi="Times New Roman" w:cs="Times New Roman"/>
                    <w:b/>
                    <w:i/>
                    <w:color w:val="FFFFFF" w:themeColor="background1"/>
                    <w:lang w:val="en-US"/>
                  </w:rPr>
                  <w:t>Type the main topic.</w:t>
                </w:r>
                <w:r w:rsidR="00142B2A" w:rsidRPr="00142B2A">
                  <w:rPr>
                    <w:rFonts w:ascii="Times New Roman" w:hAnsi="Times New Roman" w:cs="Times New Roman"/>
                    <w:color w:val="FFFFFF" w:themeColor="background1"/>
                    <w:lang w:val="en-US"/>
                  </w:rPr>
                  <w:t>]</w:t>
                </w:r>
              </w:sdtContent>
            </w:sdt>
          </w:p>
        </w:tc>
      </w:tr>
      <w:tr w:rsidR="00AD485B" w:rsidRPr="001E57F1" w14:paraId="0407BBDA" w14:textId="77777777" w:rsidTr="009724A6">
        <w:trPr>
          <w:jc w:val="center"/>
        </w:trPr>
        <w:tc>
          <w:tcPr>
            <w:tcW w:w="34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9060D8" w14:textId="77777777" w:rsidR="00AD485B" w:rsidRPr="008476C2" w:rsidRDefault="00AD485B">
            <w:pPr>
              <w:rPr>
                <w:rFonts w:ascii="Bernard MT Condensed" w:hAnsi="Bernard MT Condensed"/>
                <w:color w:val="FF0000"/>
                <w:sz w:val="24"/>
                <w:lang w:val="en-US"/>
              </w:rPr>
            </w:pPr>
            <w:r w:rsidRPr="008476C2">
              <w:rPr>
                <w:rFonts w:ascii="Bernard MT Condensed" w:hAnsi="Bernard MT Condensed"/>
                <w:color w:val="FF0000"/>
                <w:sz w:val="24"/>
                <w:lang w:val="en-US"/>
              </w:rPr>
              <w:t>Questions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E04019" w14:textId="77777777" w:rsidR="00AD485B" w:rsidRPr="008476C2" w:rsidRDefault="00AD485B">
            <w:pPr>
              <w:rPr>
                <w:rFonts w:ascii="Bernard MT Condensed" w:hAnsi="Bernard MT Condensed"/>
                <w:color w:val="FF0000"/>
                <w:sz w:val="24"/>
                <w:lang w:val="en-US"/>
              </w:rPr>
            </w:pPr>
            <w:r w:rsidRPr="008476C2">
              <w:rPr>
                <w:rFonts w:ascii="Bernard MT Condensed" w:hAnsi="Bernard MT Condensed"/>
                <w:color w:val="FF0000"/>
                <w:sz w:val="24"/>
                <w:lang w:val="en-US"/>
              </w:rPr>
              <w:t>Comments</w:t>
            </w:r>
          </w:p>
        </w:tc>
      </w:tr>
      <w:tr w:rsidR="00142B2A" w:rsidRPr="001E57F1" w14:paraId="66A74989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37BE5996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1011186927"/>
                <w:placeholder>
                  <w:docPart w:val="439A389BE2904083BD9A55C986709D87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Identify main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1C7F9C99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1340845766"/>
                <w:placeholder>
                  <w:docPart w:val="46090ADDA0ED4BFF96D5A16FEA37E0B4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27FFBB5D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3ABCF033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147824086"/>
                <w:placeholder>
                  <w:docPart w:val="E1A9FD4D192543EF83DCF935693A7461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Identify main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7D57AFC9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586070435"/>
                <w:placeholder>
                  <w:docPart w:val="48BB504644FD44FDAB37E0C5A725DC8D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7307E157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18C3B6AE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1543044406"/>
                <w:placeholder>
                  <w:docPart w:val="2814A20047F7495A8589A66AD0BE6D3B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Identify main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2743E729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594911272"/>
                <w:placeholder>
                  <w:docPart w:val="FC7E1FCAACDC47EE8A128D0A69812DE4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4886554E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105CB175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1839913097"/>
                <w:placeholder>
                  <w:docPart w:val="C4E901EA88414932A8A3D3F3B734DD8E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Identify main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4F1089E1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1682854640"/>
                <w:placeholder>
                  <w:docPart w:val="D204D417D0604207A54DFAA93AAF5EB7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485B390B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64835FA2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1941187584"/>
                <w:placeholder>
                  <w:docPart w:val="B9ED84497BE7412A943F81F21FC2056F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Identify main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1EF8C2F0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4025484"/>
                <w:placeholder>
                  <w:docPart w:val="228BF55B582746349E4375CCC1BEF85E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471C5A9C" w14:textId="77777777" w:rsidTr="005F5924">
        <w:trPr>
          <w:trHeight w:val="454"/>
          <w:jc w:val="center"/>
        </w:trPr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A83C40" w14:textId="77777777" w:rsidR="00142B2A" w:rsidRPr="001E57F1" w:rsidRDefault="00142B2A" w:rsidP="00142B2A">
            <w:pPr>
              <w:rPr>
                <w:rFonts w:ascii="Bernard MT Condensed" w:hAnsi="Bernard MT Condensed"/>
                <w:color w:val="FFFFFF" w:themeColor="background1"/>
                <w:sz w:val="24"/>
                <w:lang w:val="en-US"/>
              </w:rPr>
            </w:pPr>
            <w:r w:rsidRPr="001E57F1">
              <w:rPr>
                <w:rFonts w:ascii="Bernard MT Condensed" w:hAnsi="Bernard MT Condensed"/>
                <w:color w:val="FFFFFF" w:themeColor="background1"/>
                <w:sz w:val="28"/>
                <w:lang w:val="en-US"/>
              </w:rPr>
              <w:t>Subtopic #1:</w:t>
            </w:r>
            <w:r>
              <w:rPr>
                <w:rFonts w:ascii="Bernard MT Condensed" w:hAnsi="Bernard MT Condensed"/>
                <w:color w:val="FFFFFF" w:themeColor="background1"/>
                <w:sz w:val="28"/>
                <w:lang w:val="en-US"/>
              </w:rPr>
              <w:t xml:space="preserve"> </w:t>
            </w:r>
            <w:sdt>
              <w:sdtPr>
                <w:rPr>
                  <w:rStyle w:val="Style2"/>
                </w:rPr>
                <w:id w:val="1725871238"/>
                <w:placeholder>
                  <w:docPart w:val="C417B9620FA2463AB9A19A784EB95491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color w:val="auto"/>
                  <w:sz w:val="32"/>
                  <w:lang w:val="en-US"/>
                </w:rPr>
              </w:sdtEndPr>
              <w:sdtContent>
                <w:r w:rsidRPr="00142B2A">
                  <w:rPr>
                    <w:rFonts w:ascii="Times New Roman" w:hAnsi="Times New Roman" w:cs="Times New Roman"/>
                    <w:color w:val="FFFFFF" w:themeColor="background1"/>
                    <w:lang w:val="en-US"/>
                  </w:rPr>
                  <w:t>[</w:t>
                </w:r>
                <w:r w:rsidRPr="00142B2A">
                  <w:rPr>
                    <w:rFonts w:ascii="Times New Roman" w:hAnsi="Times New Roman" w:cs="Times New Roman"/>
                    <w:b/>
                    <w:i/>
                    <w:color w:val="FFFFFF" w:themeColor="background1"/>
                    <w:lang w:val="en-US"/>
                  </w:rPr>
                  <w:t xml:space="preserve">Type the </w:t>
                </w:r>
                <w:r>
                  <w:rPr>
                    <w:rFonts w:ascii="Times New Roman" w:hAnsi="Times New Roman" w:cs="Times New Roman"/>
                    <w:b/>
                    <w:i/>
                    <w:color w:val="FFFFFF" w:themeColor="background1"/>
                    <w:lang w:val="en-US"/>
                  </w:rPr>
                  <w:t>name of the sub</w:t>
                </w:r>
                <w:r w:rsidRPr="00142B2A">
                  <w:rPr>
                    <w:rFonts w:ascii="Times New Roman" w:hAnsi="Times New Roman" w:cs="Times New Roman"/>
                    <w:b/>
                    <w:i/>
                    <w:color w:val="FFFFFF" w:themeColor="background1"/>
                    <w:lang w:val="en-US"/>
                  </w:rPr>
                  <w:t>topic.</w:t>
                </w:r>
                <w:r w:rsidRPr="00142B2A">
                  <w:rPr>
                    <w:rFonts w:ascii="Times New Roman" w:hAnsi="Times New Roman" w:cs="Times New Roman"/>
                    <w:color w:val="FFFFFF" w:themeColor="background1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39233ED5" w14:textId="77777777" w:rsidTr="009724A6">
        <w:trPr>
          <w:jc w:val="center"/>
        </w:trPr>
        <w:tc>
          <w:tcPr>
            <w:tcW w:w="3424" w:type="dxa"/>
            <w:shd w:val="clear" w:color="auto" w:fill="D9D9D9" w:themeFill="background1" w:themeFillShade="D9"/>
          </w:tcPr>
          <w:p w14:paraId="25CCFA26" w14:textId="77777777" w:rsidR="00142B2A" w:rsidRPr="008476C2" w:rsidRDefault="00142B2A" w:rsidP="00142B2A">
            <w:pPr>
              <w:rPr>
                <w:rFonts w:ascii="Bernard MT Condensed" w:hAnsi="Bernard MT Condensed"/>
                <w:color w:val="FF0000"/>
                <w:sz w:val="24"/>
                <w:lang w:val="en-US"/>
              </w:rPr>
            </w:pPr>
            <w:r w:rsidRPr="008476C2">
              <w:rPr>
                <w:rFonts w:ascii="Bernard MT Condensed" w:hAnsi="Bernard MT Condensed"/>
                <w:color w:val="FF0000"/>
                <w:sz w:val="24"/>
                <w:lang w:val="en-US"/>
              </w:rPr>
              <w:t>Questions</w:t>
            </w:r>
          </w:p>
        </w:tc>
        <w:tc>
          <w:tcPr>
            <w:tcW w:w="5638" w:type="dxa"/>
            <w:shd w:val="clear" w:color="auto" w:fill="D9D9D9" w:themeFill="background1" w:themeFillShade="D9"/>
          </w:tcPr>
          <w:p w14:paraId="43A557B9" w14:textId="77777777" w:rsidR="00142B2A" w:rsidRPr="008476C2" w:rsidRDefault="00142B2A" w:rsidP="00142B2A">
            <w:pPr>
              <w:rPr>
                <w:rFonts w:ascii="Bernard MT Condensed" w:hAnsi="Bernard MT Condensed"/>
                <w:color w:val="FF0000"/>
                <w:sz w:val="24"/>
                <w:lang w:val="en-US"/>
              </w:rPr>
            </w:pPr>
            <w:r w:rsidRPr="008476C2">
              <w:rPr>
                <w:rFonts w:ascii="Bernard MT Condensed" w:hAnsi="Bernard MT Condensed"/>
                <w:color w:val="FF0000"/>
                <w:sz w:val="24"/>
                <w:lang w:val="en-US"/>
              </w:rPr>
              <w:t>Comments</w:t>
            </w:r>
          </w:p>
        </w:tc>
      </w:tr>
      <w:tr w:rsidR="00142B2A" w:rsidRPr="001E57F1" w14:paraId="5680AF41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182E3711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407048064"/>
                <w:placeholder>
                  <w:docPart w:val="2A5C2047971C404B93CEA8C396A17B66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400337CE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594637255"/>
                <w:placeholder>
                  <w:docPart w:val="4284103D45974881A10F8FF81A254E17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04106A05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21D02D27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779408702"/>
                <w:placeholder>
                  <w:docPart w:val="2EF166AA3E09422CA6F67B87239B7D24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4A60F128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2038855010"/>
                <w:placeholder>
                  <w:docPart w:val="3DA69F1418194C7EBB89D5821E3EA5D8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0779DB08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04BFF72B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956307205"/>
                <w:placeholder>
                  <w:docPart w:val="FB0F0009548D46DBBDE251663026D884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5379ECAF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460006612"/>
                <w:placeholder>
                  <w:docPart w:val="8E7D685CFB204FC287EDDCC646AE1C13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112BA81A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68D47322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309609402"/>
                <w:placeholder>
                  <w:docPart w:val="D2F7B29E58DC42AA907AFB9516D28536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3951C627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1569305050"/>
                <w:placeholder>
                  <w:docPart w:val="BC04B2647E83459498FEE220ADB19EBC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1EE0C18A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52DCB06E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905292093"/>
                <w:placeholder>
                  <w:docPart w:val="9884534629734840BC7CB133FDD804BF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776954A2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482744940"/>
                <w:placeholder>
                  <w:docPart w:val="068C4CABA9EF42989CC738ACE1EF34CD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1AC0C8C1" w14:textId="77777777" w:rsidTr="005F5924">
        <w:trPr>
          <w:trHeight w:val="454"/>
          <w:jc w:val="center"/>
        </w:trPr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F6D9A2F" w14:textId="77777777" w:rsidR="00142B2A" w:rsidRPr="001E57F1" w:rsidRDefault="00142B2A" w:rsidP="00142B2A">
            <w:pPr>
              <w:rPr>
                <w:rFonts w:ascii="Bernard MT Condensed" w:hAnsi="Bernard MT Condensed"/>
                <w:color w:val="FFFFFF" w:themeColor="background1"/>
                <w:sz w:val="24"/>
                <w:lang w:val="en-US"/>
              </w:rPr>
            </w:pPr>
            <w:r w:rsidRPr="001E57F1">
              <w:rPr>
                <w:rFonts w:ascii="Bernard MT Condensed" w:hAnsi="Bernard MT Condensed"/>
                <w:color w:val="FFFFFF" w:themeColor="background1"/>
                <w:sz w:val="28"/>
                <w:lang w:val="en-US"/>
              </w:rPr>
              <w:t>Subtopic #2:</w:t>
            </w:r>
            <w:r>
              <w:rPr>
                <w:rFonts w:ascii="Bernard MT Condensed" w:hAnsi="Bernard MT Condensed"/>
                <w:color w:val="FFFFFF" w:themeColor="background1"/>
                <w:sz w:val="28"/>
                <w:lang w:val="en-US"/>
              </w:rPr>
              <w:t xml:space="preserve"> </w:t>
            </w:r>
            <w:r w:rsidRPr="00142B2A">
              <w:rPr>
                <w:rStyle w:val="Style2"/>
              </w:rPr>
              <w:t xml:space="preserve"> </w:t>
            </w:r>
            <w:sdt>
              <w:sdtPr>
                <w:rPr>
                  <w:rStyle w:val="Style2"/>
                </w:rPr>
                <w:id w:val="310378741"/>
                <w:placeholder>
                  <w:docPart w:val="5053B58D399B44D5AAD10E69536461A6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color w:val="auto"/>
                  <w:sz w:val="32"/>
                  <w:lang w:val="en-US"/>
                </w:rPr>
              </w:sdtEndPr>
              <w:sdtContent>
                <w:r w:rsidRPr="00142B2A">
                  <w:rPr>
                    <w:rFonts w:ascii="Times New Roman" w:hAnsi="Times New Roman" w:cs="Times New Roman"/>
                    <w:color w:val="FFFFFF" w:themeColor="background1"/>
                    <w:lang w:val="en-US"/>
                  </w:rPr>
                  <w:t>[</w:t>
                </w:r>
                <w:r w:rsidRPr="00142B2A">
                  <w:rPr>
                    <w:rFonts w:ascii="Times New Roman" w:hAnsi="Times New Roman" w:cs="Times New Roman"/>
                    <w:b/>
                    <w:i/>
                    <w:color w:val="FFFFFF" w:themeColor="background1"/>
                    <w:lang w:val="en-US"/>
                  </w:rPr>
                  <w:t xml:space="preserve">Type the </w:t>
                </w:r>
                <w:r>
                  <w:rPr>
                    <w:rFonts w:ascii="Times New Roman" w:hAnsi="Times New Roman" w:cs="Times New Roman"/>
                    <w:b/>
                    <w:i/>
                    <w:color w:val="FFFFFF" w:themeColor="background1"/>
                    <w:lang w:val="en-US"/>
                  </w:rPr>
                  <w:t>name of the sub</w:t>
                </w:r>
                <w:r w:rsidRPr="00142B2A">
                  <w:rPr>
                    <w:rFonts w:ascii="Times New Roman" w:hAnsi="Times New Roman" w:cs="Times New Roman"/>
                    <w:b/>
                    <w:i/>
                    <w:color w:val="FFFFFF" w:themeColor="background1"/>
                    <w:lang w:val="en-US"/>
                  </w:rPr>
                  <w:t>topic.</w:t>
                </w:r>
                <w:r w:rsidRPr="00142B2A">
                  <w:rPr>
                    <w:rFonts w:ascii="Times New Roman" w:hAnsi="Times New Roman" w:cs="Times New Roman"/>
                    <w:color w:val="FFFFFF" w:themeColor="background1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2F5F07D9" w14:textId="77777777" w:rsidTr="009724A6">
        <w:trPr>
          <w:jc w:val="center"/>
        </w:trPr>
        <w:tc>
          <w:tcPr>
            <w:tcW w:w="34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E2591F" w14:textId="77777777" w:rsidR="00142B2A" w:rsidRPr="008476C2" w:rsidRDefault="00142B2A" w:rsidP="00142B2A">
            <w:pPr>
              <w:rPr>
                <w:rFonts w:ascii="Bernard MT Condensed" w:hAnsi="Bernard MT Condensed"/>
                <w:color w:val="FF0000"/>
                <w:sz w:val="24"/>
                <w:lang w:val="en-US"/>
              </w:rPr>
            </w:pPr>
            <w:r w:rsidRPr="008476C2">
              <w:rPr>
                <w:rFonts w:ascii="Bernard MT Condensed" w:hAnsi="Bernard MT Condensed"/>
                <w:color w:val="FF0000"/>
                <w:sz w:val="24"/>
                <w:lang w:val="en-US"/>
              </w:rPr>
              <w:t>Questions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81DF44" w14:textId="77777777" w:rsidR="00142B2A" w:rsidRPr="008476C2" w:rsidRDefault="00142B2A" w:rsidP="00142B2A">
            <w:pPr>
              <w:rPr>
                <w:rFonts w:ascii="Bernard MT Condensed" w:hAnsi="Bernard MT Condensed"/>
                <w:color w:val="FF0000"/>
                <w:sz w:val="24"/>
                <w:lang w:val="en-US"/>
              </w:rPr>
            </w:pPr>
            <w:r w:rsidRPr="008476C2">
              <w:rPr>
                <w:rFonts w:ascii="Bernard MT Condensed" w:hAnsi="Bernard MT Condensed"/>
                <w:color w:val="FF0000"/>
                <w:sz w:val="24"/>
                <w:lang w:val="en-US"/>
              </w:rPr>
              <w:t>Comments</w:t>
            </w:r>
          </w:p>
        </w:tc>
      </w:tr>
      <w:tr w:rsidR="00142B2A" w:rsidRPr="001E57F1" w14:paraId="388647FB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6BBCE8FF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233087642"/>
                <w:placeholder>
                  <w:docPart w:val="513D4A767B4043BF9AB5386421E2EA3A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49435E52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2014179634"/>
                <w:placeholder>
                  <w:docPart w:val="22B5F6D5A7B14F34991F6FA332A013D1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4D768F49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12843A02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1092510193"/>
                <w:placeholder>
                  <w:docPart w:val="2E10AC6A46834F76AC255644F56735DB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75B21FB0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2137680789"/>
                <w:placeholder>
                  <w:docPart w:val="349B7FC8B7E846CD87EB6DA2DCD59604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222C595B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5863B02C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1869369453"/>
                <w:placeholder>
                  <w:docPart w:val="126DDCE4860548E88B8027639981B80E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036A5ADC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849788689"/>
                <w:placeholder>
                  <w:docPart w:val="B1C0402E231F46CB925DEE123A04A4C7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3AFBD3A5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1A6CAAB6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1181511424"/>
                <w:placeholder>
                  <w:docPart w:val="B93C430C62AD4105BE01F89ACB253960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55DDD9DD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2029446024"/>
                <w:placeholder>
                  <w:docPart w:val="C9885BA017FA41B9BC3F3CF726EC41AF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65A87EDD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69F32B0B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1924217747"/>
                <w:placeholder>
                  <w:docPart w:val="BBCB399D13C44274AEE2475DA030179C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30C7377D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1447381743"/>
                <w:placeholder>
                  <w:docPart w:val="D5BB435DD5B9416E805158DF41A2E1A5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099D187E" w14:textId="77777777" w:rsidTr="005F5924">
        <w:trPr>
          <w:trHeight w:val="454"/>
          <w:jc w:val="center"/>
        </w:trPr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C17D6EE" w14:textId="77777777" w:rsidR="00142B2A" w:rsidRPr="001E57F1" w:rsidRDefault="00142B2A" w:rsidP="00142B2A">
            <w:pPr>
              <w:rPr>
                <w:rFonts w:ascii="Bernard MT Condensed" w:hAnsi="Bernard MT Condensed"/>
                <w:color w:val="FFFFFF" w:themeColor="background1"/>
                <w:sz w:val="24"/>
                <w:lang w:val="en-US"/>
              </w:rPr>
            </w:pPr>
            <w:r w:rsidRPr="001E57F1">
              <w:rPr>
                <w:rFonts w:ascii="Bernard MT Condensed" w:hAnsi="Bernard MT Condensed"/>
                <w:color w:val="FFFFFF" w:themeColor="background1"/>
                <w:sz w:val="28"/>
                <w:lang w:val="en-US"/>
              </w:rPr>
              <w:t>Subtopic #3:</w:t>
            </w:r>
            <w:r>
              <w:rPr>
                <w:rFonts w:ascii="Bernard MT Condensed" w:hAnsi="Bernard MT Condensed"/>
                <w:color w:val="FFFFFF" w:themeColor="background1"/>
                <w:sz w:val="28"/>
                <w:lang w:val="en-US"/>
              </w:rPr>
              <w:t xml:space="preserve"> </w:t>
            </w:r>
            <w:sdt>
              <w:sdtPr>
                <w:rPr>
                  <w:rStyle w:val="Style2"/>
                </w:rPr>
                <w:id w:val="1495528467"/>
                <w:placeholder>
                  <w:docPart w:val="DF58164B7DD944828805D7B8C46CCB6E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color w:val="auto"/>
                  <w:sz w:val="32"/>
                  <w:lang w:val="en-US"/>
                </w:rPr>
              </w:sdtEndPr>
              <w:sdtContent>
                <w:r w:rsidRPr="00142B2A">
                  <w:rPr>
                    <w:rFonts w:ascii="Times New Roman" w:hAnsi="Times New Roman" w:cs="Times New Roman"/>
                    <w:color w:val="FFFFFF" w:themeColor="background1"/>
                    <w:lang w:val="en-US"/>
                  </w:rPr>
                  <w:t>[</w:t>
                </w:r>
                <w:r w:rsidRPr="00142B2A">
                  <w:rPr>
                    <w:rFonts w:ascii="Times New Roman" w:hAnsi="Times New Roman" w:cs="Times New Roman"/>
                    <w:b/>
                    <w:i/>
                    <w:color w:val="FFFFFF" w:themeColor="background1"/>
                    <w:lang w:val="en-US"/>
                  </w:rPr>
                  <w:t xml:space="preserve">Type the </w:t>
                </w:r>
                <w:r>
                  <w:rPr>
                    <w:rFonts w:ascii="Times New Roman" w:hAnsi="Times New Roman" w:cs="Times New Roman"/>
                    <w:b/>
                    <w:i/>
                    <w:color w:val="FFFFFF" w:themeColor="background1"/>
                    <w:lang w:val="en-US"/>
                  </w:rPr>
                  <w:t>name of the sub</w:t>
                </w:r>
                <w:r w:rsidRPr="00142B2A">
                  <w:rPr>
                    <w:rFonts w:ascii="Times New Roman" w:hAnsi="Times New Roman" w:cs="Times New Roman"/>
                    <w:b/>
                    <w:i/>
                    <w:color w:val="FFFFFF" w:themeColor="background1"/>
                    <w:lang w:val="en-US"/>
                  </w:rPr>
                  <w:t>topic.</w:t>
                </w:r>
                <w:r w:rsidRPr="00142B2A">
                  <w:rPr>
                    <w:rFonts w:ascii="Times New Roman" w:hAnsi="Times New Roman" w:cs="Times New Roman"/>
                    <w:color w:val="FFFFFF" w:themeColor="background1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732BDDF5" w14:textId="77777777" w:rsidTr="009724A6">
        <w:trPr>
          <w:jc w:val="center"/>
        </w:trPr>
        <w:tc>
          <w:tcPr>
            <w:tcW w:w="34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C15DCE" w14:textId="77777777" w:rsidR="00142B2A" w:rsidRPr="008476C2" w:rsidRDefault="00142B2A" w:rsidP="00142B2A">
            <w:pPr>
              <w:rPr>
                <w:rFonts w:ascii="Bernard MT Condensed" w:hAnsi="Bernard MT Condensed"/>
                <w:color w:val="FF0000"/>
                <w:sz w:val="24"/>
                <w:lang w:val="en-US"/>
              </w:rPr>
            </w:pPr>
            <w:r w:rsidRPr="008476C2">
              <w:rPr>
                <w:rFonts w:ascii="Bernard MT Condensed" w:hAnsi="Bernard MT Condensed"/>
                <w:color w:val="FF0000"/>
                <w:sz w:val="24"/>
                <w:lang w:val="en-US"/>
              </w:rPr>
              <w:t>Questions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738A558" w14:textId="77777777" w:rsidR="00142B2A" w:rsidRPr="008476C2" w:rsidRDefault="00142B2A" w:rsidP="00142B2A">
            <w:pPr>
              <w:rPr>
                <w:rFonts w:ascii="Bernard MT Condensed" w:hAnsi="Bernard MT Condensed"/>
                <w:color w:val="FF0000"/>
                <w:sz w:val="24"/>
                <w:lang w:val="en-US"/>
              </w:rPr>
            </w:pPr>
            <w:r w:rsidRPr="008476C2">
              <w:rPr>
                <w:rFonts w:ascii="Bernard MT Condensed" w:hAnsi="Bernard MT Condensed"/>
                <w:color w:val="FF0000"/>
                <w:sz w:val="24"/>
                <w:lang w:val="en-US"/>
              </w:rPr>
              <w:t>Comments</w:t>
            </w:r>
          </w:p>
        </w:tc>
      </w:tr>
      <w:tr w:rsidR="00142B2A" w:rsidRPr="001E57F1" w14:paraId="68D61B85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74EEFAA9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1563015421"/>
                <w:placeholder>
                  <w:docPart w:val="1A912CDCF4494761B4B04D1D23CE5144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0F130C93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2060119054"/>
                <w:placeholder>
                  <w:docPart w:val="3040A36EA7F540F993A169E65CCE1B82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5829E2A4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78EABF64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10969432"/>
                <w:placeholder>
                  <w:docPart w:val="0384D50ABD79481C94164A199EDFDA21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60BD45C1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1884514085"/>
                <w:placeholder>
                  <w:docPart w:val="58448332984B47D8B1485E47936403AE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5C89EDFF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59E88C23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392240630"/>
                <w:placeholder>
                  <w:docPart w:val="84A77BE56AB84E46BE4A336365BF5E70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4954FD65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24454453"/>
                <w:placeholder>
                  <w:docPart w:val="3A6709E6BEFA4EC3B67DB0E207A37B63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63F85E2B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327C3577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58294589"/>
                <w:placeholder>
                  <w:docPart w:val="F985B6A1E986433AB0C3351DF43F48E6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621BEA4C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169102052"/>
                <w:placeholder>
                  <w:docPart w:val="49DDF8A0231E402CB1DE9709AA14DB4C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3399C3FB" w14:textId="77777777" w:rsidTr="009724A6">
        <w:trPr>
          <w:jc w:val="center"/>
        </w:trPr>
        <w:tc>
          <w:tcPr>
            <w:tcW w:w="3424" w:type="dxa"/>
            <w:shd w:val="clear" w:color="auto" w:fill="FFFFFF" w:themeFill="background1"/>
          </w:tcPr>
          <w:p w14:paraId="4A417B6D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2085212154"/>
                <w:placeholder>
                  <w:docPart w:val="722439908A794A57AA6F341758634007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Write subtopic questions.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  <w:tc>
          <w:tcPr>
            <w:tcW w:w="5638" w:type="dxa"/>
            <w:shd w:val="clear" w:color="auto" w:fill="FFFFFF" w:themeFill="background1"/>
          </w:tcPr>
          <w:p w14:paraId="4D28DC57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-122459507"/>
                <w:placeholder>
                  <w:docPart w:val="33AC1596AEA0438F9F8B159D340AE2A0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Include accompanying notes.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7FB84E1B" w14:textId="77777777" w:rsidTr="005F5924">
        <w:trPr>
          <w:trHeight w:val="454"/>
          <w:jc w:val="center"/>
        </w:trPr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004DE0" w14:textId="77777777" w:rsidR="00142B2A" w:rsidRPr="001E57F1" w:rsidRDefault="00142B2A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r w:rsidRPr="001E57F1">
              <w:rPr>
                <w:rFonts w:ascii="Bernard MT Condensed" w:hAnsi="Bernard MT Condensed"/>
                <w:color w:val="FFFFFF" w:themeColor="background1"/>
                <w:sz w:val="28"/>
                <w:lang w:val="en-US"/>
              </w:rPr>
              <w:t>Summary</w:t>
            </w:r>
          </w:p>
        </w:tc>
      </w:tr>
      <w:tr w:rsidR="00142B2A" w:rsidRPr="001E57F1" w14:paraId="047CD164" w14:textId="77777777" w:rsidTr="005F5924">
        <w:trPr>
          <w:jc w:val="center"/>
        </w:trPr>
        <w:tc>
          <w:tcPr>
            <w:tcW w:w="9062" w:type="dxa"/>
            <w:gridSpan w:val="2"/>
            <w:shd w:val="clear" w:color="auto" w:fill="FFFFFF" w:themeFill="background1"/>
          </w:tcPr>
          <w:p w14:paraId="5C9969CD" w14:textId="77777777" w:rsidR="00142B2A" w:rsidRPr="001E57F1" w:rsidRDefault="00000000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  <w:sdt>
              <w:sdtPr>
                <w:rPr>
                  <w:rStyle w:val="Style1"/>
                </w:rPr>
                <w:id w:val="977261966"/>
                <w:placeholder>
                  <w:docPart w:val="978E1489C5BB4232A0955D5C6A24CCB6"/>
                </w:placeholder>
                <w:showingPlcHdr/>
              </w:sdtPr>
              <w:sdtEndPr>
                <w:rPr>
                  <w:rStyle w:val="DefaultParagraphFont"/>
                  <w:rFonts w:ascii="Bernard MT Condensed" w:hAnsi="Bernard MT Condensed"/>
                  <w:sz w:val="32"/>
                  <w:lang w:val="en-US"/>
                </w:rPr>
              </w:sdtEndPr>
              <w:sdtContent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[</w:t>
                </w:r>
                <w:r w:rsidR="00142B2A">
                  <w:rPr>
                    <w:rFonts w:ascii="Times New Roman" w:hAnsi="Times New Roman" w:cs="Times New Roman"/>
                    <w:b/>
                    <w:i/>
                    <w:color w:val="2F2F2F" w:themeColor="text2" w:themeShade="80"/>
                    <w:lang w:val="en-US"/>
                  </w:rPr>
                  <w:t>Summarize all of the contents presented in the lesson.</w:t>
                </w:r>
                <w:r w:rsidR="00142B2A" w:rsidRPr="001E57F1">
                  <w:rPr>
                    <w:rFonts w:ascii="Times New Roman" w:hAnsi="Times New Roman" w:cs="Times New Roman"/>
                    <w:lang w:val="en-US"/>
                  </w:rPr>
                  <w:t>]</w:t>
                </w:r>
              </w:sdtContent>
            </w:sdt>
          </w:p>
        </w:tc>
      </w:tr>
      <w:tr w:rsidR="00142B2A" w:rsidRPr="001E57F1" w14:paraId="2B7E7CA4" w14:textId="77777777" w:rsidTr="005F5924">
        <w:trPr>
          <w:jc w:val="center"/>
        </w:trPr>
        <w:tc>
          <w:tcPr>
            <w:tcW w:w="9062" w:type="dxa"/>
            <w:gridSpan w:val="2"/>
            <w:shd w:val="clear" w:color="auto" w:fill="FFFFFF" w:themeFill="background1"/>
          </w:tcPr>
          <w:p w14:paraId="43799CBB" w14:textId="77777777" w:rsidR="00142B2A" w:rsidRPr="001E57F1" w:rsidRDefault="00142B2A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</w:p>
        </w:tc>
      </w:tr>
      <w:tr w:rsidR="00142B2A" w:rsidRPr="001E57F1" w14:paraId="0C8BEB6D" w14:textId="77777777" w:rsidTr="005F5924">
        <w:trPr>
          <w:jc w:val="center"/>
        </w:trPr>
        <w:tc>
          <w:tcPr>
            <w:tcW w:w="9062" w:type="dxa"/>
            <w:gridSpan w:val="2"/>
            <w:shd w:val="clear" w:color="auto" w:fill="FFFFFF" w:themeFill="background1"/>
          </w:tcPr>
          <w:p w14:paraId="2E8056BA" w14:textId="77777777" w:rsidR="00142B2A" w:rsidRPr="001E57F1" w:rsidRDefault="00142B2A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</w:p>
        </w:tc>
      </w:tr>
      <w:tr w:rsidR="00142B2A" w:rsidRPr="001E57F1" w14:paraId="3DB724CF" w14:textId="77777777" w:rsidTr="005F5924">
        <w:trPr>
          <w:jc w:val="center"/>
        </w:trPr>
        <w:tc>
          <w:tcPr>
            <w:tcW w:w="9062" w:type="dxa"/>
            <w:gridSpan w:val="2"/>
            <w:shd w:val="clear" w:color="auto" w:fill="FFFFFF" w:themeFill="background1"/>
          </w:tcPr>
          <w:p w14:paraId="6ED35D82" w14:textId="77777777" w:rsidR="00142B2A" w:rsidRPr="001E57F1" w:rsidRDefault="00142B2A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</w:p>
        </w:tc>
      </w:tr>
      <w:tr w:rsidR="00142B2A" w:rsidRPr="001E57F1" w14:paraId="0440CF41" w14:textId="77777777" w:rsidTr="005F5924">
        <w:trPr>
          <w:jc w:val="center"/>
        </w:trPr>
        <w:tc>
          <w:tcPr>
            <w:tcW w:w="9062" w:type="dxa"/>
            <w:gridSpan w:val="2"/>
            <w:shd w:val="clear" w:color="auto" w:fill="FFFFFF" w:themeFill="background1"/>
          </w:tcPr>
          <w:p w14:paraId="360BF849" w14:textId="77777777" w:rsidR="00142B2A" w:rsidRPr="001E57F1" w:rsidRDefault="00142B2A" w:rsidP="00142B2A">
            <w:pPr>
              <w:rPr>
                <w:rFonts w:ascii="Bernard MT Condensed" w:hAnsi="Bernard MT Condensed"/>
                <w:sz w:val="24"/>
                <w:lang w:val="en-US"/>
              </w:rPr>
            </w:pPr>
          </w:p>
        </w:tc>
      </w:tr>
    </w:tbl>
    <w:p w14:paraId="455BB612" w14:textId="5F10243A" w:rsidR="00DF4D21" w:rsidRPr="00AD485B" w:rsidRDefault="009724A6">
      <w:pPr>
        <w:rPr>
          <w:vertAlign w:val="subscript"/>
          <w:lang w:val="en-US"/>
        </w:rPr>
      </w:pPr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4AC161" wp14:editId="74D09487">
                <wp:simplePos x="0" y="0"/>
                <wp:positionH relativeFrom="margin">
                  <wp:align>center</wp:align>
                </wp:positionH>
                <wp:positionV relativeFrom="paragraph">
                  <wp:posOffset>828040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D98F12" id="Rectangle 3" o:spid="_x0000_s1026" style="position:absolute;margin-left:0;margin-top:65.2pt;width:148.5pt;height:30.7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VtgXO9sAAAAIAQAADwAAAGRycy9kb3ducmV2&#10;LnhtbEyPwU7DMBBE70j8g7WVuFGnBRWSxqkqVE5ISA18gGtvk6j2OoqdNP17lhMc981odqbczd6J&#10;CYfYBVKwWmYgkEywHTUKvr/eH19BxKTJahcIFdwwwq66vyt1YcOVjjjVqREcQrHQCtqU+kLKaFr0&#10;Oi5Dj8TaOQxeJz6HRtpBXzncO7nOso30uiP+0Ooe31o0l3r0CiZz2Nzo+JF/hkM9DmcXaX8xSj0s&#10;5v0WRMI5/Znhtz5Xh4o7ncJINgqngIckpk/ZMwiW1/kLkxOTfJWDrEr5f0D1Aw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DF4D21" w:rsidRPr="00A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924"/>
    <w:rsid w:val="000157D6"/>
    <w:rsid w:val="00037AC8"/>
    <w:rsid w:val="00142B2A"/>
    <w:rsid w:val="001646F5"/>
    <w:rsid w:val="001E57F1"/>
    <w:rsid w:val="005F5924"/>
    <w:rsid w:val="008476C2"/>
    <w:rsid w:val="009724A6"/>
    <w:rsid w:val="00AD485B"/>
    <w:rsid w:val="00CE0191"/>
    <w:rsid w:val="00D115BE"/>
    <w:rsid w:val="00D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9A3B1"/>
  <w15:chartTrackingRefBased/>
  <w15:docId w15:val="{C0B39C12-C1CA-4FF0-B7C3-A0914AAD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4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E57F1"/>
    <w:rPr>
      <w:color w:val="808080"/>
    </w:rPr>
  </w:style>
  <w:style w:type="character" w:customStyle="1" w:styleId="Style1">
    <w:name w:val="Style1"/>
    <w:basedOn w:val="DefaultParagraphFont"/>
    <w:uiPriority w:val="1"/>
    <w:rsid w:val="001E57F1"/>
    <w:rPr>
      <w:rFonts w:ascii="Times New Roman" w:hAnsi="Times New Roman"/>
      <w:color w:val="auto"/>
      <w:sz w:val="22"/>
    </w:rPr>
  </w:style>
  <w:style w:type="character" w:customStyle="1" w:styleId="Style2">
    <w:name w:val="Style2"/>
    <w:basedOn w:val="DefaultParagraphFont"/>
    <w:uiPriority w:val="1"/>
    <w:rsid w:val="00142B2A"/>
    <w:rPr>
      <w:rFonts w:ascii="Times New Roman" w:hAnsi="Times New Roman"/>
      <w:color w:val="FFFFFF" w:themeColor="background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lid\Downloads\Color-coded-Cornell-Notes-Template-Wor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40A11234D3E4D29B09CDAFBE0B53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EB437-6075-4FAF-8B34-FD2AD4E947AA}"/>
      </w:docPartPr>
      <w:docPartBody>
        <w:p w:rsidR="00DB28E1" w:rsidRDefault="00483A74">
          <w:pPr>
            <w:pStyle w:val="740A11234D3E4D29B09CDAFBE0B53D72"/>
          </w:pPr>
          <w:r w:rsidRPr="00142B2A">
            <w:rPr>
              <w:rFonts w:ascii="Times New Roman" w:hAnsi="Times New Roman" w:cs="Times New Roman"/>
              <w:color w:val="FFFFFF" w:themeColor="background1"/>
            </w:rPr>
            <w:t>[</w:t>
          </w:r>
          <w:r w:rsidRPr="00142B2A">
            <w:rPr>
              <w:rFonts w:ascii="Times New Roman" w:hAnsi="Times New Roman" w:cs="Times New Roman"/>
              <w:b/>
              <w:i/>
              <w:color w:val="FFFFFF" w:themeColor="background1"/>
            </w:rPr>
            <w:t>Type the main topic.</w:t>
          </w:r>
          <w:r w:rsidRPr="00142B2A">
            <w:rPr>
              <w:rFonts w:ascii="Times New Roman" w:hAnsi="Times New Roman" w:cs="Times New Roman"/>
              <w:color w:val="FFFFFF" w:themeColor="background1"/>
            </w:rPr>
            <w:t>]</w:t>
          </w:r>
        </w:p>
      </w:docPartBody>
    </w:docPart>
    <w:docPart>
      <w:docPartPr>
        <w:name w:val="439A389BE2904083BD9A55C986709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6C982-0670-435E-8AD7-B32A835B17EC}"/>
      </w:docPartPr>
      <w:docPartBody>
        <w:p w:rsidR="00DB28E1" w:rsidRDefault="00483A74">
          <w:pPr>
            <w:pStyle w:val="439A389BE2904083BD9A55C986709D87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Identify main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46090ADDA0ED4BFF96D5A16FEA37E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67B15-A558-4AB6-843D-D7A79A39617A}"/>
      </w:docPartPr>
      <w:docPartBody>
        <w:p w:rsidR="00DB28E1" w:rsidRDefault="00483A74">
          <w:pPr>
            <w:pStyle w:val="46090ADDA0ED4BFF96D5A16FEA37E0B4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E1A9FD4D192543EF83DCF935693A7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97E6B-3CC6-471B-8147-5AC31B28A696}"/>
      </w:docPartPr>
      <w:docPartBody>
        <w:p w:rsidR="00DB28E1" w:rsidRDefault="00483A74">
          <w:pPr>
            <w:pStyle w:val="E1A9FD4D192543EF83DCF935693A7461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Identify main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48BB504644FD44FDAB37E0C5A725D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E909C-7FA5-4F7A-9BEB-0C71C409F7F8}"/>
      </w:docPartPr>
      <w:docPartBody>
        <w:p w:rsidR="00DB28E1" w:rsidRDefault="00483A74">
          <w:pPr>
            <w:pStyle w:val="48BB504644FD44FDAB37E0C5A725DC8D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2814A20047F7495A8589A66AD0BE6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18DA0-A1BE-458E-8F1B-5E347AB10D02}"/>
      </w:docPartPr>
      <w:docPartBody>
        <w:p w:rsidR="00DB28E1" w:rsidRDefault="00483A74">
          <w:pPr>
            <w:pStyle w:val="2814A20047F7495A8589A66AD0BE6D3B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Identify main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FC7E1FCAACDC47EE8A128D0A69812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A5B46-8829-4131-974B-80B6EBE2DAD5}"/>
      </w:docPartPr>
      <w:docPartBody>
        <w:p w:rsidR="00DB28E1" w:rsidRDefault="00483A74">
          <w:pPr>
            <w:pStyle w:val="FC7E1FCAACDC47EE8A128D0A69812DE4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C4E901EA88414932A8A3D3F3B734D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8DF12-6D60-419D-BAE3-A048E62F98C3}"/>
      </w:docPartPr>
      <w:docPartBody>
        <w:p w:rsidR="00DB28E1" w:rsidRDefault="00483A74">
          <w:pPr>
            <w:pStyle w:val="C4E901EA88414932A8A3D3F3B734DD8E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Identify main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D204D417D0604207A54DFAA93AAF5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5A105-9A83-4CD7-BE6D-7239170617F8}"/>
      </w:docPartPr>
      <w:docPartBody>
        <w:p w:rsidR="00DB28E1" w:rsidRDefault="00483A74">
          <w:pPr>
            <w:pStyle w:val="D204D417D0604207A54DFAA93AAF5EB7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B9ED84497BE7412A943F81F21FC20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2913B-15B6-4442-BB26-6CF375E44F92}"/>
      </w:docPartPr>
      <w:docPartBody>
        <w:p w:rsidR="00DB28E1" w:rsidRDefault="00483A74">
          <w:pPr>
            <w:pStyle w:val="B9ED84497BE7412A943F81F21FC2056F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Identify main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228BF55B582746349E4375CCC1BEF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88483-2D83-467B-84C2-379C48D7978F}"/>
      </w:docPartPr>
      <w:docPartBody>
        <w:p w:rsidR="00DB28E1" w:rsidRDefault="00483A74">
          <w:pPr>
            <w:pStyle w:val="228BF55B582746349E4375CCC1BEF85E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C417B9620FA2463AB9A19A784EB95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2220E-8A83-4BDA-BA47-96F47C856E92}"/>
      </w:docPartPr>
      <w:docPartBody>
        <w:p w:rsidR="00DB28E1" w:rsidRDefault="00483A74">
          <w:pPr>
            <w:pStyle w:val="C417B9620FA2463AB9A19A784EB95491"/>
          </w:pPr>
          <w:r w:rsidRPr="00142B2A">
            <w:rPr>
              <w:rFonts w:ascii="Times New Roman" w:hAnsi="Times New Roman" w:cs="Times New Roman"/>
              <w:color w:val="FFFFFF" w:themeColor="background1"/>
            </w:rPr>
            <w:t>[</w:t>
          </w:r>
          <w:r w:rsidRPr="00142B2A">
            <w:rPr>
              <w:rFonts w:ascii="Times New Roman" w:hAnsi="Times New Roman" w:cs="Times New Roman"/>
              <w:b/>
              <w:i/>
              <w:color w:val="FFFFFF" w:themeColor="background1"/>
            </w:rPr>
            <w:t xml:space="preserve">Type the </w:t>
          </w:r>
          <w:r>
            <w:rPr>
              <w:rFonts w:ascii="Times New Roman" w:hAnsi="Times New Roman" w:cs="Times New Roman"/>
              <w:b/>
              <w:i/>
              <w:color w:val="FFFFFF" w:themeColor="background1"/>
            </w:rPr>
            <w:t>name of the sub</w:t>
          </w:r>
          <w:r w:rsidRPr="00142B2A">
            <w:rPr>
              <w:rFonts w:ascii="Times New Roman" w:hAnsi="Times New Roman" w:cs="Times New Roman"/>
              <w:b/>
              <w:i/>
              <w:color w:val="FFFFFF" w:themeColor="background1"/>
            </w:rPr>
            <w:t>topic.</w:t>
          </w:r>
          <w:r w:rsidRPr="00142B2A">
            <w:rPr>
              <w:rFonts w:ascii="Times New Roman" w:hAnsi="Times New Roman" w:cs="Times New Roman"/>
              <w:color w:val="FFFFFF" w:themeColor="background1"/>
            </w:rPr>
            <w:t>]</w:t>
          </w:r>
        </w:p>
      </w:docPartBody>
    </w:docPart>
    <w:docPart>
      <w:docPartPr>
        <w:name w:val="2A5C2047971C404B93CEA8C396A17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ED7B8-A7BB-4613-B643-7B9A956EA7C8}"/>
      </w:docPartPr>
      <w:docPartBody>
        <w:p w:rsidR="00DB28E1" w:rsidRDefault="00483A74">
          <w:pPr>
            <w:pStyle w:val="2A5C2047971C404B93CEA8C396A17B66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4284103D45974881A10F8FF81A254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8925B-19B4-44E1-91E3-6A6E7F85020D}"/>
      </w:docPartPr>
      <w:docPartBody>
        <w:p w:rsidR="00DB28E1" w:rsidRDefault="00483A74">
          <w:pPr>
            <w:pStyle w:val="4284103D45974881A10F8FF81A254E17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2EF166AA3E09422CA6F67B87239B7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B12CD-6EA6-47C7-A9F7-3815188D4CB7}"/>
      </w:docPartPr>
      <w:docPartBody>
        <w:p w:rsidR="00DB28E1" w:rsidRDefault="00483A74">
          <w:pPr>
            <w:pStyle w:val="2EF166AA3E09422CA6F67B87239B7D24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3DA69F1418194C7EBB89D5821E3EA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294F7-87CF-4A68-9BCE-73964067397E}"/>
      </w:docPartPr>
      <w:docPartBody>
        <w:p w:rsidR="00DB28E1" w:rsidRDefault="00483A74">
          <w:pPr>
            <w:pStyle w:val="3DA69F1418194C7EBB89D5821E3EA5D8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FB0F0009548D46DBBDE251663026D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297D6-6E8E-462C-81DC-B61E32D57E1F}"/>
      </w:docPartPr>
      <w:docPartBody>
        <w:p w:rsidR="00DB28E1" w:rsidRDefault="00483A74">
          <w:pPr>
            <w:pStyle w:val="FB0F0009548D46DBBDE251663026D884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8E7D685CFB204FC287EDDCC646AE1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9EC11-920E-4ACA-A90E-4822F977B481}"/>
      </w:docPartPr>
      <w:docPartBody>
        <w:p w:rsidR="00DB28E1" w:rsidRDefault="00483A74">
          <w:pPr>
            <w:pStyle w:val="8E7D685CFB204FC287EDDCC646AE1C13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D2F7B29E58DC42AA907AFB9516D28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30E8A-9105-42FA-B0D0-A9D9853D98A6}"/>
      </w:docPartPr>
      <w:docPartBody>
        <w:p w:rsidR="00DB28E1" w:rsidRDefault="00483A74">
          <w:pPr>
            <w:pStyle w:val="D2F7B29E58DC42AA907AFB9516D28536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BC04B2647E83459498FEE220ADB19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CFBBE9-8A0F-4605-84E1-DC7F65536F62}"/>
      </w:docPartPr>
      <w:docPartBody>
        <w:p w:rsidR="00DB28E1" w:rsidRDefault="00483A74">
          <w:pPr>
            <w:pStyle w:val="BC04B2647E83459498FEE220ADB19EBC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9884534629734840BC7CB133FDD80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EA705-A87C-4D1C-8E5B-08499E60AC5E}"/>
      </w:docPartPr>
      <w:docPartBody>
        <w:p w:rsidR="00DB28E1" w:rsidRDefault="00483A74">
          <w:pPr>
            <w:pStyle w:val="9884534629734840BC7CB133FDD804BF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068C4CABA9EF42989CC738ACE1EF3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1D7D6-C110-4890-8CEA-BB8E4F143D05}"/>
      </w:docPartPr>
      <w:docPartBody>
        <w:p w:rsidR="00DB28E1" w:rsidRDefault="00483A74">
          <w:pPr>
            <w:pStyle w:val="068C4CABA9EF42989CC738ACE1EF34CD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5053B58D399B44D5AAD10E6953646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6ABCC-278D-4F2C-9EF5-F3E9D1BBEB0D}"/>
      </w:docPartPr>
      <w:docPartBody>
        <w:p w:rsidR="00DB28E1" w:rsidRDefault="00483A74">
          <w:pPr>
            <w:pStyle w:val="5053B58D399B44D5AAD10E69536461A6"/>
          </w:pPr>
          <w:r w:rsidRPr="00142B2A">
            <w:rPr>
              <w:rFonts w:ascii="Times New Roman" w:hAnsi="Times New Roman" w:cs="Times New Roman"/>
              <w:color w:val="FFFFFF" w:themeColor="background1"/>
            </w:rPr>
            <w:t>[</w:t>
          </w:r>
          <w:r w:rsidRPr="00142B2A">
            <w:rPr>
              <w:rFonts w:ascii="Times New Roman" w:hAnsi="Times New Roman" w:cs="Times New Roman"/>
              <w:b/>
              <w:i/>
              <w:color w:val="FFFFFF" w:themeColor="background1"/>
            </w:rPr>
            <w:t xml:space="preserve">Type the </w:t>
          </w:r>
          <w:r>
            <w:rPr>
              <w:rFonts w:ascii="Times New Roman" w:hAnsi="Times New Roman" w:cs="Times New Roman"/>
              <w:b/>
              <w:i/>
              <w:color w:val="FFFFFF" w:themeColor="background1"/>
            </w:rPr>
            <w:t>name of the sub</w:t>
          </w:r>
          <w:r w:rsidRPr="00142B2A">
            <w:rPr>
              <w:rFonts w:ascii="Times New Roman" w:hAnsi="Times New Roman" w:cs="Times New Roman"/>
              <w:b/>
              <w:i/>
              <w:color w:val="FFFFFF" w:themeColor="background1"/>
            </w:rPr>
            <w:t>topic.</w:t>
          </w:r>
          <w:r w:rsidRPr="00142B2A">
            <w:rPr>
              <w:rFonts w:ascii="Times New Roman" w:hAnsi="Times New Roman" w:cs="Times New Roman"/>
              <w:color w:val="FFFFFF" w:themeColor="background1"/>
            </w:rPr>
            <w:t>]</w:t>
          </w:r>
        </w:p>
      </w:docPartBody>
    </w:docPart>
    <w:docPart>
      <w:docPartPr>
        <w:name w:val="513D4A767B4043BF9AB5386421E2E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6B4BB-32DD-42A7-ABDC-F8E04BAA79F1}"/>
      </w:docPartPr>
      <w:docPartBody>
        <w:p w:rsidR="00DB28E1" w:rsidRDefault="00483A74">
          <w:pPr>
            <w:pStyle w:val="513D4A767B4043BF9AB5386421E2EA3A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22B5F6D5A7B14F34991F6FA332A01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FF734-F223-431A-8EB1-6F038558C946}"/>
      </w:docPartPr>
      <w:docPartBody>
        <w:p w:rsidR="00DB28E1" w:rsidRDefault="00483A74">
          <w:pPr>
            <w:pStyle w:val="22B5F6D5A7B14F34991F6FA332A013D1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2E10AC6A46834F76AC255644F5673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802D0-F66A-4835-94DB-4C5DDF07B62B}"/>
      </w:docPartPr>
      <w:docPartBody>
        <w:p w:rsidR="00DB28E1" w:rsidRDefault="00483A74">
          <w:pPr>
            <w:pStyle w:val="2E10AC6A46834F76AC255644F56735DB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349B7FC8B7E846CD87EB6DA2DCD59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B3A1C-5DE9-44EC-8623-FC304D06CCE6}"/>
      </w:docPartPr>
      <w:docPartBody>
        <w:p w:rsidR="00DB28E1" w:rsidRDefault="00483A74">
          <w:pPr>
            <w:pStyle w:val="349B7FC8B7E846CD87EB6DA2DCD59604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126DDCE4860548E88B8027639981B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1A648-AB3D-45C1-B222-3069AE669A08}"/>
      </w:docPartPr>
      <w:docPartBody>
        <w:p w:rsidR="00DB28E1" w:rsidRDefault="00483A74">
          <w:pPr>
            <w:pStyle w:val="126DDCE4860548E88B8027639981B80E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B1C0402E231F46CB925DEE123A04A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A2BA8-F1DD-41B4-9E85-137040F4E4FC}"/>
      </w:docPartPr>
      <w:docPartBody>
        <w:p w:rsidR="00DB28E1" w:rsidRDefault="00483A74">
          <w:pPr>
            <w:pStyle w:val="B1C0402E231F46CB925DEE123A04A4C7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B93C430C62AD4105BE01F89ACB253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EB061-D061-4A16-BAA4-04AA6F3B0553}"/>
      </w:docPartPr>
      <w:docPartBody>
        <w:p w:rsidR="00DB28E1" w:rsidRDefault="00483A74">
          <w:pPr>
            <w:pStyle w:val="B93C430C62AD4105BE01F89ACB253960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C9885BA017FA41B9BC3F3CF726EC4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EC148-38C8-4ADB-968E-09D2B625D14A}"/>
      </w:docPartPr>
      <w:docPartBody>
        <w:p w:rsidR="00DB28E1" w:rsidRDefault="00483A74">
          <w:pPr>
            <w:pStyle w:val="C9885BA017FA41B9BC3F3CF726EC41AF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BBCB399D13C44274AEE2475DA0301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085A1-4D56-4BF6-95A3-7E2F804945C2}"/>
      </w:docPartPr>
      <w:docPartBody>
        <w:p w:rsidR="00DB28E1" w:rsidRDefault="00483A74">
          <w:pPr>
            <w:pStyle w:val="BBCB399D13C44274AEE2475DA030179C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D5BB435DD5B9416E805158DF41A2E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021EF-13A1-4ECF-9A1E-CF479990F001}"/>
      </w:docPartPr>
      <w:docPartBody>
        <w:p w:rsidR="00DB28E1" w:rsidRDefault="00483A74">
          <w:pPr>
            <w:pStyle w:val="D5BB435DD5B9416E805158DF41A2E1A5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DF58164B7DD944828805D7B8C46CC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E034A-1FDE-40FE-827C-3A7A61359B11}"/>
      </w:docPartPr>
      <w:docPartBody>
        <w:p w:rsidR="00DB28E1" w:rsidRDefault="00483A74">
          <w:pPr>
            <w:pStyle w:val="DF58164B7DD944828805D7B8C46CCB6E"/>
          </w:pPr>
          <w:r w:rsidRPr="00142B2A">
            <w:rPr>
              <w:rFonts w:ascii="Times New Roman" w:hAnsi="Times New Roman" w:cs="Times New Roman"/>
              <w:color w:val="FFFFFF" w:themeColor="background1"/>
            </w:rPr>
            <w:t>[</w:t>
          </w:r>
          <w:r w:rsidRPr="00142B2A">
            <w:rPr>
              <w:rFonts w:ascii="Times New Roman" w:hAnsi="Times New Roman" w:cs="Times New Roman"/>
              <w:b/>
              <w:i/>
              <w:color w:val="FFFFFF" w:themeColor="background1"/>
            </w:rPr>
            <w:t xml:space="preserve">Type the </w:t>
          </w:r>
          <w:r>
            <w:rPr>
              <w:rFonts w:ascii="Times New Roman" w:hAnsi="Times New Roman" w:cs="Times New Roman"/>
              <w:b/>
              <w:i/>
              <w:color w:val="FFFFFF" w:themeColor="background1"/>
            </w:rPr>
            <w:t>name of the sub</w:t>
          </w:r>
          <w:r w:rsidRPr="00142B2A">
            <w:rPr>
              <w:rFonts w:ascii="Times New Roman" w:hAnsi="Times New Roman" w:cs="Times New Roman"/>
              <w:b/>
              <w:i/>
              <w:color w:val="FFFFFF" w:themeColor="background1"/>
            </w:rPr>
            <w:t>topic.</w:t>
          </w:r>
          <w:r w:rsidRPr="00142B2A">
            <w:rPr>
              <w:rFonts w:ascii="Times New Roman" w:hAnsi="Times New Roman" w:cs="Times New Roman"/>
              <w:color w:val="FFFFFF" w:themeColor="background1"/>
            </w:rPr>
            <w:t>]</w:t>
          </w:r>
        </w:p>
      </w:docPartBody>
    </w:docPart>
    <w:docPart>
      <w:docPartPr>
        <w:name w:val="1A912CDCF4494761B4B04D1D23CE51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ABBC1-09BF-4DE2-A122-2FDC658EC46F}"/>
      </w:docPartPr>
      <w:docPartBody>
        <w:p w:rsidR="00DB28E1" w:rsidRDefault="00483A74">
          <w:pPr>
            <w:pStyle w:val="1A912CDCF4494761B4B04D1D23CE5144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3040A36EA7F540F993A169E65CCE1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695DF-B02E-4E6E-B629-09920C47DE24}"/>
      </w:docPartPr>
      <w:docPartBody>
        <w:p w:rsidR="00DB28E1" w:rsidRDefault="00483A74">
          <w:pPr>
            <w:pStyle w:val="3040A36EA7F540F993A169E65CCE1B82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0384D50ABD79481C94164A199EDFD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5C72F-A354-4B9A-AC5A-DDE150EB1BFA}"/>
      </w:docPartPr>
      <w:docPartBody>
        <w:p w:rsidR="00DB28E1" w:rsidRDefault="00483A74">
          <w:pPr>
            <w:pStyle w:val="0384D50ABD79481C94164A199EDFDA21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58448332984B47D8B1485E4793640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8BFA2-2F4E-4201-88DF-A6FA4AD87799}"/>
      </w:docPartPr>
      <w:docPartBody>
        <w:p w:rsidR="00DB28E1" w:rsidRDefault="00483A74">
          <w:pPr>
            <w:pStyle w:val="58448332984B47D8B1485E47936403AE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84A77BE56AB84E46BE4A336365BF5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32795-891A-4038-8F43-CEC59F409A27}"/>
      </w:docPartPr>
      <w:docPartBody>
        <w:p w:rsidR="00DB28E1" w:rsidRDefault="00483A74">
          <w:pPr>
            <w:pStyle w:val="84A77BE56AB84E46BE4A336365BF5E70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3A6709E6BEFA4EC3B67DB0E207A37B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7EACB-0106-4E7D-8FF3-2DE3CBA579E7}"/>
      </w:docPartPr>
      <w:docPartBody>
        <w:p w:rsidR="00DB28E1" w:rsidRDefault="00483A74">
          <w:pPr>
            <w:pStyle w:val="3A6709E6BEFA4EC3B67DB0E207A37B63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F985B6A1E986433AB0C3351DF43F4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89F67-9187-4A70-908C-D3A80BC19A47}"/>
      </w:docPartPr>
      <w:docPartBody>
        <w:p w:rsidR="00DB28E1" w:rsidRDefault="00483A74">
          <w:pPr>
            <w:pStyle w:val="F985B6A1E986433AB0C3351DF43F48E6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49DDF8A0231E402CB1DE9709AA14D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13DAE-0B95-4223-9602-1FE22E35C473}"/>
      </w:docPartPr>
      <w:docPartBody>
        <w:p w:rsidR="00DB28E1" w:rsidRDefault="00483A74">
          <w:pPr>
            <w:pStyle w:val="49DDF8A0231E402CB1DE9709AA14DB4C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722439908A794A57AA6F341758634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DB746-C805-4246-88B1-291DD1C21D1A}"/>
      </w:docPartPr>
      <w:docPartBody>
        <w:p w:rsidR="00DB28E1" w:rsidRDefault="00483A74">
          <w:pPr>
            <w:pStyle w:val="722439908A794A57AA6F341758634007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Write subtopic questions.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33AC1596AEA0438F9F8B159D340AE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0CB97-601B-424B-8AE3-E1A70498B994}"/>
      </w:docPartPr>
      <w:docPartBody>
        <w:p w:rsidR="00DB28E1" w:rsidRDefault="00483A74">
          <w:pPr>
            <w:pStyle w:val="33AC1596AEA0438F9F8B159D340AE2A0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Include accompanying notes.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978E1489C5BB4232A0955D5C6A24C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4CB4D-5565-45A7-BD81-4017E160FE6C}"/>
      </w:docPartPr>
      <w:docPartBody>
        <w:p w:rsidR="00DB28E1" w:rsidRDefault="00483A74">
          <w:pPr>
            <w:pStyle w:val="978E1489C5BB4232A0955D5C6A24CCB6"/>
          </w:pPr>
          <w:r w:rsidRPr="001E57F1">
            <w:rPr>
              <w:rFonts w:ascii="Times New Roman" w:hAnsi="Times New Roman" w:cs="Times New Roman"/>
            </w:rPr>
            <w:t>[</w:t>
          </w:r>
          <w:r>
            <w:rPr>
              <w:rFonts w:ascii="Times New Roman" w:hAnsi="Times New Roman" w:cs="Times New Roman"/>
              <w:b/>
              <w:i/>
              <w:color w:val="222A35" w:themeColor="text2" w:themeShade="80"/>
            </w:rPr>
            <w:t>Summarize all of the contents presented in the lesson.</w:t>
          </w:r>
          <w:r w:rsidRPr="001E57F1">
            <w:rPr>
              <w:rFonts w:ascii="Times New Roman" w:hAnsi="Times New Roman" w:cs="Times New Roman"/>
            </w:rPr>
            <w:t>]</w:t>
          </w:r>
        </w:p>
      </w:docPartBody>
    </w:docPart>
    <w:docPart>
      <w:docPartPr>
        <w:name w:val="1CCDE5BDCF6B40858D518B6518B46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10145-F4D4-4892-8A6A-8B9DF9CC577C}"/>
      </w:docPartPr>
      <w:docPartBody>
        <w:p w:rsidR="00DB28E1" w:rsidRDefault="00DB28E1" w:rsidP="00DB28E1">
          <w:pPr>
            <w:pStyle w:val="1CCDE5BDCF6B40858D518B6518B4630E"/>
          </w:pPr>
          <w:r w:rsidRPr="006733E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A74"/>
    <w:rsid w:val="00152D41"/>
    <w:rsid w:val="00483A74"/>
    <w:rsid w:val="00DB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30EB06D2DA4429A7BE985BC339D152">
    <w:name w:val="F430EB06D2DA4429A7BE985BC339D152"/>
  </w:style>
  <w:style w:type="paragraph" w:customStyle="1" w:styleId="740A11234D3E4D29B09CDAFBE0B53D72">
    <w:name w:val="740A11234D3E4D29B09CDAFBE0B53D72"/>
  </w:style>
  <w:style w:type="paragraph" w:customStyle="1" w:styleId="439A389BE2904083BD9A55C986709D87">
    <w:name w:val="439A389BE2904083BD9A55C986709D87"/>
  </w:style>
  <w:style w:type="paragraph" w:customStyle="1" w:styleId="46090ADDA0ED4BFF96D5A16FEA37E0B4">
    <w:name w:val="46090ADDA0ED4BFF96D5A16FEA37E0B4"/>
  </w:style>
  <w:style w:type="paragraph" w:customStyle="1" w:styleId="E1A9FD4D192543EF83DCF935693A7461">
    <w:name w:val="E1A9FD4D192543EF83DCF935693A7461"/>
  </w:style>
  <w:style w:type="paragraph" w:customStyle="1" w:styleId="48BB504644FD44FDAB37E0C5A725DC8D">
    <w:name w:val="48BB504644FD44FDAB37E0C5A725DC8D"/>
  </w:style>
  <w:style w:type="paragraph" w:customStyle="1" w:styleId="2814A20047F7495A8589A66AD0BE6D3B">
    <w:name w:val="2814A20047F7495A8589A66AD0BE6D3B"/>
  </w:style>
  <w:style w:type="paragraph" w:customStyle="1" w:styleId="FC7E1FCAACDC47EE8A128D0A69812DE4">
    <w:name w:val="FC7E1FCAACDC47EE8A128D0A69812DE4"/>
  </w:style>
  <w:style w:type="paragraph" w:customStyle="1" w:styleId="C4E901EA88414932A8A3D3F3B734DD8E">
    <w:name w:val="C4E901EA88414932A8A3D3F3B734DD8E"/>
  </w:style>
  <w:style w:type="paragraph" w:customStyle="1" w:styleId="D204D417D0604207A54DFAA93AAF5EB7">
    <w:name w:val="D204D417D0604207A54DFAA93AAF5EB7"/>
  </w:style>
  <w:style w:type="paragraph" w:customStyle="1" w:styleId="B9ED84497BE7412A943F81F21FC2056F">
    <w:name w:val="B9ED84497BE7412A943F81F21FC2056F"/>
  </w:style>
  <w:style w:type="paragraph" w:customStyle="1" w:styleId="228BF55B582746349E4375CCC1BEF85E">
    <w:name w:val="228BF55B582746349E4375CCC1BEF85E"/>
  </w:style>
  <w:style w:type="paragraph" w:customStyle="1" w:styleId="C417B9620FA2463AB9A19A784EB95491">
    <w:name w:val="C417B9620FA2463AB9A19A784EB95491"/>
  </w:style>
  <w:style w:type="paragraph" w:customStyle="1" w:styleId="2A5C2047971C404B93CEA8C396A17B66">
    <w:name w:val="2A5C2047971C404B93CEA8C396A17B66"/>
  </w:style>
  <w:style w:type="paragraph" w:customStyle="1" w:styleId="4284103D45974881A10F8FF81A254E17">
    <w:name w:val="4284103D45974881A10F8FF81A254E17"/>
  </w:style>
  <w:style w:type="paragraph" w:customStyle="1" w:styleId="2EF166AA3E09422CA6F67B87239B7D24">
    <w:name w:val="2EF166AA3E09422CA6F67B87239B7D24"/>
  </w:style>
  <w:style w:type="paragraph" w:customStyle="1" w:styleId="3DA69F1418194C7EBB89D5821E3EA5D8">
    <w:name w:val="3DA69F1418194C7EBB89D5821E3EA5D8"/>
  </w:style>
  <w:style w:type="paragraph" w:customStyle="1" w:styleId="FB0F0009548D46DBBDE251663026D884">
    <w:name w:val="FB0F0009548D46DBBDE251663026D884"/>
  </w:style>
  <w:style w:type="paragraph" w:customStyle="1" w:styleId="8E7D685CFB204FC287EDDCC646AE1C13">
    <w:name w:val="8E7D685CFB204FC287EDDCC646AE1C13"/>
  </w:style>
  <w:style w:type="paragraph" w:customStyle="1" w:styleId="D2F7B29E58DC42AA907AFB9516D28536">
    <w:name w:val="D2F7B29E58DC42AA907AFB9516D28536"/>
  </w:style>
  <w:style w:type="paragraph" w:customStyle="1" w:styleId="BC04B2647E83459498FEE220ADB19EBC">
    <w:name w:val="BC04B2647E83459498FEE220ADB19EBC"/>
  </w:style>
  <w:style w:type="paragraph" w:customStyle="1" w:styleId="9884534629734840BC7CB133FDD804BF">
    <w:name w:val="9884534629734840BC7CB133FDD804BF"/>
  </w:style>
  <w:style w:type="paragraph" w:customStyle="1" w:styleId="068C4CABA9EF42989CC738ACE1EF34CD">
    <w:name w:val="068C4CABA9EF42989CC738ACE1EF34CD"/>
  </w:style>
  <w:style w:type="paragraph" w:customStyle="1" w:styleId="5053B58D399B44D5AAD10E69536461A6">
    <w:name w:val="5053B58D399B44D5AAD10E69536461A6"/>
  </w:style>
  <w:style w:type="paragraph" w:customStyle="1" w:styleId="513D4A767B4043BF9AB5386421E2EA3A">
    <w:name w:val="513D4A767B4043BF9AB5386421E2EA3A"/>
  </w:style>
  <w:style w:type="paragraph" w:customStyle="1" w:styleId="22B5F6D5A7B14F34991F6FA332A013D1">
    <w:name w:val="22B5F6D5A7B14F34991F6FA332A013D1"/>
  </w:style>
  <w:style w:type="paragraph" w:customStyle="1" w:styleId="2E10AC6A46834F76AC255644F56735DB">
    <w:name w:val="2E10AC6A46834F76AC255644F56735DB"/>
  </w:style>
  <w:style w:type="paragraph" w:customStyle="1" w:styleId="349B7FC8B7E846CD87EB6DA2DCD59604">
    <w:name w:val="349B7FC8B7E846CD87EB6DA2DCD59604"/>
  </w:style>
  <w:style w:type="paragraph" w:customStyle="1" w:styleId="126DDCE4860548E88B8027639981B80E">
    <w:name w:val="126DDCE4860548E88B8027639981B80E"/>
  </w:style>
  <w:style w:type="paragraph" w:customStyle="1" w:styleId="B1C0402E231F46CB925DEE123A04A4C7">
    <w:name w:val="B1C0402E231F46CB925DEE123A04A4C7"/>
  </w:style>
  <w:style w:type="paragraph" w:customStyle="1" w:styleId="B93C430C62AD4105BE01F89ACB253960">
    <w:name w:val="B93C430C62AD4105BE01F89ACB253960"/>
  </w:style>
  <w:style w:type="paragraph" w:customStyle="1" w:styleId="C9885BA017FA41B9BC3F3CF726EC41AF">
    <w:name w:val="C9885BA017FA41B9BC3F3CF726EC41AF"/>
  </w:style>
  <w:style w:type="paragraph" w:customStyle="1" w:styleId="BBCB399D13C44274AEE2475DA030179C">
    <w:name w:val="BBCB399D13C44274AEE2475DA030179C"/>
  </w:style>
  <w:style w:type="paragraph" w:customStyle="1" w:styleId="D5BB435DD5B9416E805158DF41A2E1A5">
    <w:name w:val="D5BB435DD5B9416E805158DF41A2E1A5"/>
  </w:style>
  <w:style w:type="paragraph" w:customStyle="1" w:styleId="DF58164B7DD944828805D7B8C46CCB6E">
    <w:name w:val="DF58164B7DD944828805D7B8C46CCB6E"/>
  </w:style>
  <w:style w:type="paragraph" w:customStyle="1" w:styleId="1A912CDCF4494761B4B04D1D23CE5144">
    <w:name w:val="1A912CDCF4494761B4B04D1D23CE5144"/>
  </w:style>
  <w:style w:type="paragraph" w:customStyle="1" w:styleId="3040A36EA7F540F993A169E65CCE1B82">
    <w:name w:val="3040A36EA7F540F993A169E65CCE1B82"/>
  </w:style>
  <w:style w:type="paragraph" w:customStyle="1" w:styleId="0384D50ABD79481C94164A199EDFDA21">
    <w:name w:val="0384D50ABD79481C94164A199EDFDA21"/>
  </w:style>
  <w:style w:type="paragraph" w:customStyle="1" w:styleId="58448332984B47D8B1485E47936403AE">
    <w:name w:val="58448332984B47D8B1485E47936403AE"/>
  </w:style>
  <w:style w:type="paragraph" w:customStyle="1" w:styleId="84A77BE56AB84E46BE4A336365BF5E70">
    <w:name w:val="84A77BE56AB84E46BE4A336365BF5E70"/>
  </w:style>
  <w:style w:type="paragraph" w:customStyle="1" w:styleId="3A6709E6BEFA4EC3B67DB0E207A37B63">
    <w:name w:val="3A6709E6BEFA4EC3B67DB0E207A37B63"/>
  </w:style>
  <w:style w:type="paragraph" w:customStyle="1" w:styleId="F985B6A1E986433AB0C3351DF43F48E6">
    <w:name w:val="F985B6A1E986433AB0C3351DF43F48E6"/>
  </w:style>
  <w:style w:type="paragraph" w:customStyle="1" w:styleId="49DDF8A0231E402CB1DE9709AA14DB4C">
    <w:name w:val="49DDF8A0231E402CB1DE9709AA14DB4C"/>
  </w:style>
  <w:style w:type="paragraph" w:customStyle="1" w:styleId="722439908A794A57AA6F341758634007">
    <w:name w:val="722439908A794A57AA6F341758634007"/>
  </w:style>
  <w:style w:type="paragraph" w:customStyle="1" w:styleId="33AC1596AEA0438F9F8B159D340AE2A0">
    <w:name w:val="33AC1596AEA0438F9F8B159D340AE2A0"/>
  </w:style>
  <w:style w:type="paragraph" w:customStyle="1" w:styleId="978E1489C5BB4232A0955D5C6A24CCB6">
    <w:name w:val="978E1489C5BB4232A0955D5C6A24CCB6"/>
  </w:style>
  <w:style w:type="character" w:styleId="PlaceholderText">
    <w:name w:val="Placeholder Text"/>
    <w:basedOn w:val="DefaultParagraphFont"/>
    <w:uiPriority w:val="99"/>
    <w:semiHidden/>
    <w:rsid w:val="00DB28E1"/>
    <w:rPr>
      <w:color w:val="808080"/>
    </w:rPr>
  </w:style>
  <w:style w:type="paragraph" w:customStyle="1" w:styleId="1CCDE5BDCF6B40858D518B6518B4630E">
    <w:name w:val="1CCDE5BDCF6B40858D518B6518B4630E"/>
    <w:rsid w:val="00DB28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Color-coded-Cornell-Notes-Template-Word</Template>
  <TotalTime>2</TotalTime>
  <Pages>1</Pages>
  <Words>170</Words>
  <Characters>1316</Characters>
  <Application>Microsoft Office Word</Application>
  <DocSecurity>0</DocSecurity>
  <Lines>60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</dc:creator>
  <cp:keywords/>
  <dc:description/>
  <cp:lastModifiedBy>QM22019</cp:lastModifiedBy>
  <cp:revision>3</cp:revision>
  <dcterms:created xsi:type="dcterms:W3CDTF">2019-09-16T12:15:00Z</dcterms:created>
  <dcterms:modified xsi:type="dcterms:W3CDTF">2023-02-03T08:05:00Z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07628a9c6763da40796266b27e439296e4cb32ed30fceede4de68e40e92c8ca9</vt:lpwstr>
  </property>
</Properties>
</file>